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DD" w:rsidRPr="00476FDD" w:rsidRDefault="00476FDD" w:rsidP="00476FD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76FD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9D084D" w:rsidP="009D084D">
      <w:pPr>
        <w:pStyle w:val="Nadpis1"/>
      </w:pPr>
      <w:r>
        <w:t>64/07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9D084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Členka RM – Mgr. Žiláková 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7230" w:rsidRDefault="00F67230" w:rsidP="00F672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4679" w:rsidP="00FE65D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50E9" w:rsidRDefault="009D084D" w:rsidP="009D084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</w:t>
      </w:r>
      <w:r w:rsidR="00254F9E">
        <w:rPr>
          <w:rFonts w:ascii="Tahoma" w:hAnsi="Tahoma" w:cs="Tahoma"/>
          <w:b/>
          <w:u w:val="single"/>
        </w:rPr>
        <w:t xml:space="preserve">tipendijní program „Pravidla města Strakonice pro poskytování stipendií </w:t>
      </w:r>
      <w:r>
        <w:rPr>
          <w:rFonts w:ascii="Tahoma" w:hAnsi="Tahoma" w:cs="Tahoma"/>
          <w:b/>
          <w:u w:val="single"/>
        </w:rPr>
        <w:t>za</w:t>
      </w:r>
      <w:r w:rsidR="00254F9E">
        <w:rPr>
          <w:rFonts w:ascii="Tahoma" w:hAnsi="Tahoma" w:cs="Tahoma"/>
          <w:b/>
          <w:u w:val="single"/>
        </w:rPr>
        <w:t xml:space="preserve"> účel</w:t>
      </w:r>
      <w:r>
        <w:rPr>
          <w:rFonts w:ascii="Tahoma" w:hAnsi="Tahoma" w:cs="Tahoma"/>
          <w:b/>
          <w:u w:val="single"/>
        </w:rPr>
        <w:t>em</w:t>
      </w:r>
      <w:r w:rsidR="00254F9E">
        <w:rPr>
          <w:rFonts w:ascii="Tahoma" w:hAnsi="Tahoma" w:cs="Tahoma"/>
          <w:b/>
          <w:u w:val="single"/>
        </w:rPr>
        <w:t xml:space="preserve"> zajištění základní zdravotnické péče v oboru Zubní lékařství </w:t>
      </w:r>
      <w:r>
        <w:rPr>
          <w:rFonts w:ascii="Tahoma" w:hAnsi="Tahoma" w:cs="Tahoma"/>
          <w:b/>
          <w:u w:val="single"/>
        </w:rPr>
        <w:t xml:space="preserve">na </w:t>
      </w:r>
      <w:r w:rsidR="00254F9E">
        <w:rPr>
          <w:rFonts w:ascii="Tahoma" w:hAnsi="Tahoma" w:cs="Tahoma"/>
          <w:b/>
          <w:u w:val="single"/>
        </w:rPr>
        <w:t>území města Strakonice a přilehlého okolí“.</w:t>
      </w:r>
    </w:p>
    <w:p w:rsidR="00254F9E" w:rsidRDefault="00254F9E" w:rsidP="00254F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254F9E" w:rsidRPr="009108A2" w:rsidRDefault="00254F9E" w:rsidP="00254F9E">
      <w:pPr>
        <w:rPr>
          <w:rFonts w:ascii="Tahoma" w:hAnsi="Tahoma" w:cs="Tahoma"/>
          <w:b/>
          <w:color w:val="000000" w:themeColor="text1"/>
        </w:rPr>
      </w:pPr>
    </w:p>
    <w:p w:rsidR="00254F9E" w:rsidRPr="00254F9E" w:rsidRDefault="00254F9E" w:rsidP="00254F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75C6B">
        <w:rPr>
          <w:rFonts w:ascii="Tahoma" w:hAnsi="Tahoma" w:cs="Tahoma"/>
          <w:sz w:val="20"/>
          <w:szCs w:val="20"/>
        </w:rPr>
        <w:t>30</w:t>
      </w:r>
      <w:r w:rsidR="00053C5A">
        <w:rPr>
          <w:rFonts w:ascii="Tahoma" w:hAnsi="Tahoma" w:cs="Tahoma"/>
          <w:sz w:val="20"/>
          <w:szCs w:val="20"/>
        </w:rPr>
        <w:t>.</w:t>
      </w:r>
      <w:r w:rsidR="00675C6B">
        <w:rPr>
          <w:rFonts w:ascii="Tahoma" w:hAnsi="Tahoma" w:cs="Tahoma"/>
          <w:sz w:val="20"/>
          <w:szCs w:val="20"/>
        </w:rPr>
        <w:t xml:space="preserve"> března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675C6B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332DC5" w:rsidRDefault="00392F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</w:t>
      </w:r>
      <w:r w:rsidR="00675C6B">
        <w:rPr>
          <w:rFonts w:ascii="Tahoma" w:hAnsi="Tahoma" w:cs="Tahoma"/>
          <w:sz w:val="20"/>
          <w:szCs w:val="20"/>
        </w:rPr>
        <w:t>Marie Žiláková</w:t>
      </w:r>
    </w:p>
    <w:p w:rsidR="0003407E" w:rsidRDefault="0003407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členka RM</w:t>
      </w:r>
    </w:p>
    <w:p w:rsidR="0003407E" w:rsidRDefault="0003407E" w:rsidP="00392F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407E" w:rsidRPr="005E0400" w:rsidRDefault="0003407E" w:rsidP="00392F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03407E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34A70" w:rsidRPr="00934A70" w:rsidRDefault="00F92675" w:rsidP="00F926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F92675">
        <w:rPr>
          <w:rFonts w:ascii="Tahoma" w:hAnsi="Tahoma" w:cs="Tahoma"/>
          <w:b/>
          <w:u w:val="single"/>
        </w:rPr>
        <w:lastRenderedPageBreak/>
        <w:t>1)</w:t>
      </w:r>
      <w:r w:rsidR="00934A70" w:rsidRPr="00F92675">
        <w:rPr>
          <w:rFonts w:ascii="Tahoma" w:hAnsi="Tahoma" w:cs="Tahoma"/>
          <w:b/>
          <w:u w:val="single"/>
        </w:rPr>
        <w:t xml:space="preserve"> </w:t>
      </w:r>
      <w:r w:rsidR="00254F9E">
        <w:rPr>
          <w:rFonts w:ascii="Tahoma" w:hAnsi="Tahoma" w:cs="Tahoma"/>
          <w:b/>
          <w:u w:val="single"/>
        </w:rPr>
        <w:t>Stipendijní</w:t>
      </w:r>
      <w:r w:rsidR="0003407E">
        <w:rPr>
          <w:rFonts w:ascii="Tahoma" w:hAnsi="Tahoma" w:cs="Tahoma"/>
          <w:b/>
          <w:u w:val="single"/>
        </w:rPr>
        <w:t xml:space="preserve"> program</w:t>
      </w:r>
      <w:r w:rsidR="00254F9E">
        <w:rPr>
          <w:rFonts w:ascii="Tahoma" w:hAnsi="Tahoma" w:cs="Tahoma"/>
          <w:b/>
          <w:u w:val="single"/>
        </w:rPr>
        <w:t xml:space="preserve"> „Pravidla města Strakonice pro poskytování stipendií </w:t>
      </w:r>
      <w:r w:rsidR="0003407E">
        <w:rPr>
          <w:rFonts w:ascii="Tahoma" w:hAnsi="Tahoma" w:cs="Tahoma"/>
          <w:b/>
          <w:u w:val="single"/>
        </w:rPr>
        <w:t>za</w:t>
      </w:r>
      <w:r w:rsidR="00254F9E">
        <w:rPr>
          <w:rFonts w:ascii="Tahoma" w:hAnsi="Tahoma" w:cs="Tahoma"/>
          <w:b/>
          <w:u w:val="single"/>
        </w:rPr>
        <w:t xml:space="preserve"> účel</w:t>
      </w:r>
      <w:r w:rsidR="0003407E">
        <w:rPr>
          <w:rFonts w:ascii="Tahoma" w:hAnsi="Tahoma" w:cs="Tahoma"/>
          <w:b/>
          <w:u w:val="single"/>
        </w:rPr>
        <w:t>em</w:t>
      </w:r>
      <w:r w:rsidR="00254F9E">
        <w:rPr>
          <w:rFonts w:ascii="Tahoma" w:hAnsi="Tahoma" w:cs="Tahoma"/>
          <w:b/>
          <w:u w:val="single"/>
        </w:rPr>
        <w:t xml:space="preserve"> zajištění základní zdravotnické péče v oboru Zubní lékařství </w:t>
      </w:r>
      <w:r w:rsidR="0003407E">
        <w:rPr>
          <w:rFonts w:ascii="Tahoma" w:hAnsi="Tahoma" w:cs="Tahoma"/>
          <w:b/>
          <w:u w:val="single"/>
        </w:rPr>
        <w:t>na</w:t>
      </w:r>
      <w:r w:rsidR="00254F9E">
        <w:rPr>
          <w:rFonts w:ascii="Tahoma" w:hAnsi="Tahoma" w:cs="Tahoma"/>
          <w:b/>
          <w:u w:val="single"/>
        </w:rPr>
        <w:t xml:space="preserve"> území města Strakonice a přilehlého okolí“.</w:t>
      </w:r>
    </w:p>
    <w:p w:rsidR="00D950E9" w:rsidRPr="005E0400" w:rsidRDefault="00D950E9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050B1F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3D7520" w:rsidRPr="00F67230" w:rsidRDefault="00F67230" w:rsidP="00F67230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479D3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Doporučuje ZM</w:t>
      </w:r>
    </w:p>
    <w:p w:rsidR="00776A80" w:rsidRPr="00776A80" w:rsidRDefault="00776A80" w:rsidP="00776A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sz w:val="20"/>
          <w:szCs w:val="20"/>
        </w:rPr>
        <w:t>schválit</w:t>
      </w:r>
      <w:r w:rsidR="00F6723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stipendijní program „</w:t>
      </w:r>
      <w:r w:rsidRPr="00776A80">
        <w:rPr>
          <w:rFonts w:ascii="Tahoma" w:hAnsi="Tahoma" w:cs="Tahoma"/>
          <w:sz w:val="20"/>
          <w:szCs w:val="20"/>
        </w:rPr>
        <w:t xml:space="preserve">Pravidla města Strakonice pro poskytování stipendií </w:t>
      </w:r>
      <w:r w:rsidR="0003407E">
        <w:rPr>
          <w:rFonts w:ascii="Tahoma" w:hAnsi="Tahoma" w:cs="Tahoma"/>
          <w:sz w:val="20"/>
          <w:szCs w:val="20"/>
        </w:rPr>
        <w:t>za</w:t>
      </w:r>
      <w:r w:rsidRPr="00776A80">
        <w:rPr>
          <w:rFonts w:ascii="Tahoma" w:hAnsi="Tahoma" w:cs="Tahoma"/>
          <w:sz w:val="20"/>
          <w:szCs w:val="20"/>
        </w:rPr>
        <w:t xml:space="preserve"> účel</w:t>
      </w:r>
      <w:r w:rsidR="0003407E">
        <w:rPr>
          <w:rFonts w:ascii="Tahoma" w:hAnsi="Tahoma" w:cs="Tahoma"/>
          <w:sz w:val="20"/>
          <w:szCs w:val="20"/>
        </w:rPr>
        <w:t>em</w:t>
      </w:r>
      <w:r w:rsidRPr="00776A80">
        <w:rPr>
          <w:rFonts w:ascii="Tahoma" w:hAnsi="Tahoma" w:cs="Tahoma"/>
          <w:sz w:val="20"/>
          <w:szCs w:val="20"/>
        </w:rPr>
        <w:t xml:space="preserve"> zajištění základní zdravotnické péče v oboru Zubní lékařství </w:t>
      </w:r>
      <w:r w:rsidR="0003407E">
        <w:rPr>
          <w:rFonts w:ascii="Tahoma" w:hAnsi="Tahoma" w:cs="Tahoma"/>
          <w:sz w:val="20"/>
          <w:szCs w:val="20"/>
        </w:rPr>
        <w:t>na</w:t>
      </w:r>
      <w:r w:rsidRPr="00776A80">
        <w:rPr>
          <w:rFonts w:ascii="Tahoma" w:hAnsi="Tahoma" w:cs="Tahoma"/>
          <w:sz w:val="20"/>
          <w:szCs w:val="20"/>
        </w:rPr>
        <w:t xml:space="preserve"> území města Strakonice a přilehlého okolí</w:t>
      </w:r>
      <w:r>
        <w:rPr>
          <w:rFonts w:ascii="Tahoma" w:hAnsi="Tahoma" w:cs="Tahoma"/>
          <w:sz w:val="20"/>
          <w:szCs w:val="20"/>
        </w:rPr>
        <w:t>“ v předloženém znění.</w:t>
      </w: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</w:p>
    <w:p w:rsidR="000A2CAE" w:rsidRDefault="000A2CA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0A2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462" w:rsidRDefault="00D56462" w:rsidP="00C64DDC">
      <w:r>
        <w:separator/>
      </w:r>
    </w:p>
  </w:endnote>
  <w:endnote w:type="continuationSeparator" w:id="0">
    <w:p w:rsidR="00D56462" w:rsidRDefault="00D56462" w:rsidP="00C6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462" w:rsidRDefault="00D56462" w:rsidP="00C64DDC">
      <w:r>
        <w:separator/>
      </w:r>
    </w:p>
  </w:footnote>
  <w:footnote w:type="continuationSeparator" w:id="0">
    <w:p w:rsidR="00D56462" w:rsidRDefault="00D56462" w:rsidP="00C64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46C43030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4E317B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E464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70"/>
    <w:rsid w:val="0003407E"/>
    <w:rsid w:val="00050B1F"/>
    <w:rsid w:val="00053C5A"/>
    <w:rsid w:val="00062663"/>
    <w:rsid w:val="00077160"/>
    <w:rsid w:val="000A1FDA"/>
    <w:rsid w:val="000A2CAE"/>
    <w:rsid w:val="000C197C"/>
    <w:rsid w:val="000F5640"/>
    <w:rsid w:val="00131E0B"/>
    <w:rsid w:val="001C13CC"/>
    <w:rsid w:val="001D1EBE"/>
    <w:rsid w:val="00254F9E"/>
    <w:rsid w:val="0026698D"/>
    <w:rsid w:val="002D345C"/>
    <w:rsid w:val="002D6089"/>
    <w:rsid w:val="00332DC5"/>
    <w:rsid w:val="00392FD8"/>
    <w:rsid w:val="003C4679"/>
    <w:rsid w:val="003C78C2"/>
    <w:rsid w:val="003D6418"/>
    <w:rsid w:val="003D7520"/>
    <w:rsid w:val="00476FDD"/>
    <w:rsid w:val="00542A54"/>
    <w:rsid w:val="0055252F"/>
    <w:rsid w:val="005B73DA"/>
    <w:rsid w:val="005E0400"/>
    <w:rsid w:val="005E5945"/>
    <w:rsid w:val="0064417C"/>
    <w:rsid w:val="00650432"/>
    <w:rsid w:val="00675C6B"/>
    <w:rsid w:val="006D4EF9"/>
    <w:rsid w:val="0070391C"/>
    <w:rsid w:val="0074659C"/>
    <w:rsid w:val="00776A80"/>
    <w:rsid w:val="007A5A76"/>
    <w:rsid w:val="008331CB"/>
    <w:rsid w:val="0083471A"/>
    <w:rsid w:val="0083702F"/>
    <w:rsid w:val="00837843"/>
    <w:rsid w:val="008E63B6"/>
    <w:rsid w:val="008E6A45"/>
    <w:rsid w:val="00934A70"/>
    <w:rsid w:val="009D084D"/>
    <w:rsid w:val="009E26DB"/>
    <w:rsid w:val="009E7D00"/>
    <w:rsid w:val="00A153DB"/>
    <w:rsid w:val="00A319CA"/>
    <w:rsid w:val="00A432F0"/>
    <w:rsid w:val="00B21534"/>
    <w:rsid w:val="00BF7E67"/>
    <w:rsid w:val="00C64DDC"/>
    <w:rsid w:val="00C70FDF"/>
    <w:rsid w:val="00D2419A"/>
    <w:rsid w:val="00D56462"/>
    <w:rsid w:val="00D950E9"/>
    <w:rsid w:val="00DA2756"/>
    <w:rsid w:val="00DE1018"/>
    <w:rsid w:val="00E314F8"/>
    <w:rsid w:val="00E64084"/>
    <w:rsid w:val="00E7726B"/>
    <w:rsid w:val="00F67230"/>
    <w:rsid w:val="00F92675"/>
    <w:rsid w:val="00FB1B26"/>
    <w:rsid w:val="00FB41B1"/>
    <w:rsid w:val="00FC54BE"/>
    <w:rsid w:val="00FE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F9477"/>
  <w15:chartTrackingRefBased/>
  <w15:docId w15:val="{2563B01B-D3CB-4E68-A6DD-9E522477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1D1EBE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D1EB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4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4B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4DD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4DDC"/>
  </w:style>
  <w:style w:type="character" w:styleId="Znakapoznpodarou">
    <w:name w:val="footnote reference"/>
    <w:basedOn w:val="Standardnpsmoodstavce"/>
    <w:uiPriority w:val="99"/>
    <w:semiHidden/>
    <w:unhideWhenUsed/>
    <w:rsid w:val="00C64D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5ED00-0594-4DF1-B312-893B3433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7</TotalTime>
  <Pages>2</Pages>
  <Words>134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 Kotrba</dc:creator>
  <cp:keywords/>
  <dc:description/>
  <cp:lastModifiedBy>Radmila Brušáková</cp:lastModifiedBy>
  <cp:revision>7</cp:revision>
  <cp:lastPrinted>2022-03-24T12:03:00Z</cp:lastPrinted>
  <dcterms:created xsi:type="dcterms:W3CDTF">2022-03-25T07:12:00Z</dcterms:created>
  <dcterms:modified xsi:type="dcterms:W3CDTF">2022-03-31T06:31:00Z</dcterms:modified>
</cp:coreProperties>
</file>